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0" w:lineRule="exact"/>
        <w:ind w:right="664"/>
        <w:textAlignment w:val="auto"/>
        <w:rPr>
          <w:rFonts w:ascii="黑体" w:hAnsi="黑体" w:eastAsia="黑体" w:cs="仿宋_GB2312"/>
          <w:spacing w:val="6"/>
          <w:sz w:val="28"/>
          <w:szCs w:val="28"/>
        </w:rPr>
      </w:pPr>
      <w:r>
        <w:rPr>
          <w:rFonts w:hint="eastAsia" w:ascii="宋体" w:hAnsi="宋体" w:eastAsia="黑体" w:cs="仿宋_GB2312"/>
          <w:spacing w:val="6"/>
          <w:sz w:val="32"/>
          <w:szCs w:val="32"/>
        </w:rPr>
        <w:t>附件1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/>
        <w:jc w:val="center"/>
        <w:textAlignment w:val="auto"/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</w:pP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  <w:t>唐山</w:t>
      </w: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  <w:lang w:val="en-US" w:eastAsia="zh-CN"/>
        </w:rPr>
        <w:t>南堡</w:t>
      </w: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  <w:t>经济开发区202</w:t>
      </w: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  <w:t>年专项</w:t>
      </w: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  <w:lang w:eastAsia="zh-CN"/>
        </w:rPr>
        <w:t>选</w:t>
      </w: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  <w:t>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right="0"/>
        <w:jc w:val="center"/>
        <w:textAlignment w:val="auto"/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</w:pPr>
      <w:r>
        <w:rPr>
          <w:rFonts w:hint="eastAsia" w:ascii="宋体" w:hAnsi="宋体" w:eastAsia="方正小标宋简体" w:cs="宋体"/>
          <w:bCs/>
          <w:spacing w:val="6"/>
          <w:kern w:val="2"/>
          <w:sz w:val="40"/>
          <w:szCs w:val="40"/>
        </w:rPr>
        <w:t>事业编制教师36所院校名单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both"/>
        <w:textAlignment w:val="auto"/>
        <w:rPr>
          <w:rFonts w:hint="eastAsia" w:ascii="宋体" w:hAnsi="宋体" w:eastAsia="方正仿宋简体" w:cs="仿宋_GB2312"/>
          <w:spacing w:val="8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both"/>
        <w:textAlignment w:val="auto"/>
        <w:rPr>
          <w:rFonts w:hint="eastAsia" w:ascii="宋体" w:hAnsi="宋体" w:eastAsia="方正仿宋简体" w:cs="仿宋_GB2312"/>
          <w:spacing w:val="-8"/>
          <w:sz w:val="32"/>
          <w:szCs w:val="32"/>
        </w:rPr>
      </w:pPr>
      <w:r>
        <w:rPr>
          <w:rFonts w:hint="eastAsia" w:ascii="宋体" w:hAnsi="宋体" w:eastAsia="方正仿宋简体" w:cs="仿宋_GB2312"/>
          <w:spacing w:val="-8"/>
          <w:sz w:val="32"/>
          <w:szCs w:val="32"/>
        </w:rPr>
        <w:t>北京师范大学（教育部直属）、华东师范大学（教育部直属）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both"/>
        <w:textAlignment w:val="auto"/>
        <w:rPr>
          <w:rFonts w:hint="eastAsia" w:ascii="宋体" w:hAnsi="宋体" w:eastAsia="方正仿宋简体" w:cs="仿宋_GB2312"/>
          <w:spacing w:val="-8"/>
          <w:sz w:val="32"/>
          <w:szCs w:val="32"/>
        </w:rPr>
      </w:pPr>
      <w:r>
        <w:rPr>
          <w:rFonts w:hint="eastAsia" w:ascii="宋体" w:hAnsi="宋体" w:eastAsia="方正仿宋简体" w:cs="仿宋_GB2312"/>
          <w:spacing w:val="-8"/>
          <w:sz w:val="32"/>
          <w:szCs w:val="32"/>
        </w:rPr>
        <w:t>东北师范大学（教育部直属）、华中师范大学（教育部直属）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both"/>
        <w:textAlignment w:val="auto"/>
        <w:rPr>
          <w:rFonts w:hint="eastAsia" w:ascii="宋体" w:hAnsi="宋体" w:eastAsia="方正仿宋简体" w:cs="仿宋_GB2312"/>
          <w:spacing w:val="8"/>
          <w:sz w:val="32"/>
          <w:szCs w:val="32"/>
        </w:rPr>
      </w:pPr>
      <w:r>
        <w:rPr>
          <w:rFonts w:hint="eastAsia" w:ascii="宋体" w:hAnsi="宋体" w:eastAsia="方正仿宋简体" w:cs="仿宋_GB2312"/>
          <w:spacing w:val="8"/>
          <w:sz w:val="32"/>
          <w:szCs w:val="32"/>
        </w:rPr>
        <w:t>陕西师范大学（教育部直属）、西南大学（教育部直属）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jc w:val="both"/>
        <w:textAlignment w:val="auto"/>
        <w:rPr>
          <w:rFonts w:hint="eastAsia" w:ascii="宋体" w:hAnsi="宋体" w:eastAsia="方正仿宋简体" w:cs="仿宋_GB2312"/>
          <w:sz w:val="32"/>
          <w:szCs w:val="32"/>
        </w:rPr>
      </w:pPr>
      <w:r>
        <w:rPr>
          <w:rFonts w:hint="eastAsia" w:ascii="宋体" w:hAnsi="宋体" w:eastAsia="方正仿宋简体" w:cs="仿宋_GB2312"/>
          <w:sz w:val="32"/>
          <w:szCs w:val="32"/>
        </w:rPr>
        <w:t>首都师范大学、重庆师范大学、河北师范大学、山西师范大学、辽宁师范大学、上海师范大学、吉林师范大学、江苏师范大学、南京师范大学、浙江师范大学、杭州师范大学、安徽师范大学、湖北师范大学、福建师范大学、江西师范大学、山东师范大学、河南师范大学、天津师范大学、湖南师范大学、四川师范大学、海南师范大学、贵州师范大学、云南师范大学、华南师范大学、西北师范大学、青海师范大学、广西师范大学、新疆师范大学、内蒙古师范大学、哈尔滨师范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宋体" w:hAnsi="宋体" w:eastAsia="方正仿宋简体"/>
          <w:sz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Zjc4MmI2ZjgyMmIyNWQzZGU0MDJmMzkzNjY0ZjgifQ=="/>
  </w:docVars>
  <w:rsids>
    <w:rsidRoot w:val="00B83078"/>
    <w:rsid w:val="00015D23"/>
    <w:rsid w:val="00210FC4"/>
    <w:rsid w:val="0028364B"/>
    <w:rsid w:val="00475C6D"/>
    <w:rsid w:val="005B2E2F"/>
    <w:rsid w:val="0065612A"/>
    <w:rsid w:val="006C7C41"/>
    <w:rsid w:val="00715F3F"/>
    <w:rsid w:val="008D0149"/>
    <w:rsid w:val="008F5F07"/>
    <w:rsid w:val="009A4C6F"/>
    <w:rsid w:val="009B3FCB"/>
    <w:rsid w:val="00B07B5D"/>
    <w:rsid w:val="00B26215"/>
    <w:rsid w:val="00B83078"/>
    <w:rsid w:val="00C95C36"/>
    <w:rsid w:val="00CB5F5D"/>
    <w:rsid w:val="06EF3A3A"/>
    <w:rsid w:val="0B750A2B"/>
    <w:rsid w:val="0E567865"/>
    <w:rsid w:val="4D8E364A"/>
    <w:rsid w:val="59DA1D84"/>
    <w:rsid w:val="632A2EF4"/>
    <w:rsid w:val="6CB87CF3"/>
    <w:rsid w:val="770A02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324</Characters>
  <Lines>2</Lines>
  <Paragraphs>1</Paragraphs>
  <TotalTime>20</TotalTime>
  <ScaleCrop>false</ScaleCrop>
  <LinksUpToDate>false</LinksUpToDate>
  <CharactersWithSpaces>324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2022-09-09T02:51:00Z</dcterms:created>
  <dc:creator>Administrator</dc:creator>
  <cp:lastModifiedBy>静悟</cp:lastModifiedBy>
  <cp:lastPrinted>2023-03-14T07:27:00Z</cp:lastPrinted>
  <dcterms:modified xsi:type="dcterms:W3CDTF">2023-03-14T08:13:40Z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C64EBB207E7A4EFB952819D60EB3F8F9</vt:lpwstr>
  </property>
</Properties>
</file>